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FC6D7" w14:textId="77777777" w:rsidR="005B5207" w:rsidRDefault="005B5207" w:rsidP="005B5207">
      <w:pPr>
        <w:spacing w:after="0" w:line="240" w:lineRule="auto"/>
        <w:rPr>
          <w:rFonts w:cstheme="minorHAnsi"/>
          <w:sz w:val="22"/>
        </w:rPr>
      </w:pPr>
      <w:bookmarkStart w:id="0" w:name="_Hlk211413540"/>
    </w:p>
    <w:p w14:paraId="4A0C1DFE" w14:textId="77777777" w:rsidR="005B5207" w:rsidRDefault="005B5207" w:rsidP="005B5207">
      <w:pPr>
        <w:spacing w:after="0" w:line="240" w:lineRule="auto"/>
        <w:rPr>
          <w:rFonts w:cstheme="minorHAnsi"/>
          <w:sz w:val="22"/>
        </w:rPr>
      </w:pPr>
      <w:r w:rsidRPr="00F75251">
        <w:rPr>
          <w:rFonts w:cstheme="minorHAnsi"/>
          <w:sz w:val="22"/>
        </w:rPr>
        <w:t xml:space="preserve">Anna Kalinina </w:t>
      </w:r>
    </w:p>
    <w:p w14:paraId="4DE764BA" w14:textId="06A05446" w:rsidR="005B5207" w:rsidRDefault="005B5207" w:rsidP="005B5207">
      <w:pPr>
        <w:spacing w:after="0" w:line="240" w:lineRule="auto"/>
        <w:rPr>
          <w:rFonts w:cstheme="minorHAnsi"/>
          <w:sz w:val="22"/>
        </w:rPr>
      </w:pPr>
      <w:hyperlink r:id="rId10" w:history="1">
        <w:r w:rsidRPr="00CD2584">
          <w:rPr>
            <w:rStyle w:val="Hyperlink"/>
            <w:rFonts w:cstheme="minorHAnsi"/>
            <w:sz w:val="22"/>
          </w:rPr>
          <w:t>anna.kalinina@terviseamet.ee</w:t>
        </w:r>
      </w:hyperlink>
      <w:r>
        <w:rPr>
          <w:rFonts w:cstheme="minorHAnsi"/>
          <w:sz w:val="22"/>
        </w:rPr>
        <w:t xml:space="preserve"> </w:t>
      </w:r>
    </w:p>
    <w:p w14:paraId="41100A0A" w14:textId="30245CD9" w:rsidR="005B5207" w:rsidRDefault="005B5207" w:rsidP="005B5207">
      <w:pPr>
        <w:spacing w:after="0" w:line="240" w:lineRule="auto"/>
        <w:jc w:val="right"/>
        <w:rPr>
          <w:rFonts w:ascii="Arial" w:eastAsia="Arial" w:hAnsi="Arial" w:cs="Arial"/>
          <w:b/>
          <w:bCs/>
          <w:color w:val="auto"/>
          <w:kern w:val="0"/>
          <w:sz w:val="22"/>
          <w:lang w:val="cs-CZ"/>
          <w14:ligatures w14:val="none"/>
        </w:rPr>
      </w:pPr>
      <w:r>
        <w:rPr>
          <w:rFonts w:cstheme="minorHAnsi"/>
          <w:sz w:val="22"/>
        </w:rPr>
        <w:t xml:space="preserve">27.01.2026 nr </w:t>
      </w:r>
      <w:r w:rsidR="000762E2" w:rsidRPr="000762E2">
        <w:rPr>
          <w:rFonts w:cstheme="minorHAnsi"/>
          <w:sz w:val="22"/>
        </w:rPr>
        <w:t>RP-JUH-6/43</w:t>
      </w:r>
    </w:p>
    <w:p w14:paraId="1F5DECA3" w14:textId="77777777" w:rsidR="005B5207" w:rsidRDefault="005B5207" w:rsidP="005B5207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:lang w:val="cs-CZ"/>
          <w14:ligatures w14:val="none"/>
        </w:rPr>
      </w:pPr>
    </w:p>
    <w:p w14:paraId="714BFC3C" w14:textId="77777777" w:rsidR="005B5207" w:rsidRDefault="005B5207" w:rsidP="005B5207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14:ligatures w14:val="none"/>
        </w:rPr>
      </w:pPr>
    </w:p>
    <w:p w14:paraId="0B186D88" w14:textId="77777777" w:rsidR="005B5207" w:rsidRDefault="005B5207" w:rsidP="005B5207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14:ligatures w14:val="none"/>
        </w:rPr>
      </w:pPr>
    </w:p>
    <w:p w14:paraId="432EA4E4" w14:textId="77777777" w:rsidR="005B5207" w:rsidRDefault="005B5207" w:rsidP="005B5207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b/>
          <w:bCs/>
          <w:color w:val="auto"/>
          <w:kern w:val="0"/>
          <w:sz w:val="22"/>
          <w14:ligatures w14:val="none"/>
        </w:rPr>
        <w:t>Taotlus joogivee kontrolli kava kooskõlastamiseks</w:t>
      </w:r>
    </w:p>
    <w:p w14:paraId="6F78984A" w14:textId="77777777" w:rsidR="005B5207" w:rsidRDefault="005B5207" w:rsidP="005B5207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14:ligatures w14:val="none"/>
        </w:rPr>
      </w:pPr>
    </w:p>
    <w:p w14:paraId="00774A72" w14:textId="77777777" w:rsidR="005B5207" w:rsidRPr="006E105E" w:rsidRDefault="005B5207" w:rsidP="005B5207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14:ligatures w14:val="none"/>
        </w:rPr>
      </w:pPr>
    </w:p>
    <w:p w14:paraId="7B6F98C1" w14:textId="77777777" w:rsidR="005B5207" w:rsidRPr="006E105E" w:rsidRDefault="005B5207" w:rsidP="005B5207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14:ligatures w14:val="none"/>
        </w:rPr>
      </w:pPr>
    </w:p>
    <w:p w14:paraId="03441DCD" w14:textId="27604FE0" w:rsidR="005B5207" w:rsidRPr="00F75251" w:rsidRDefault="005B5207" w:rsidP="005B5207">
      <w:pPr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bookmarkStart w:id="1" w:name="_Hlk220336621"/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 xml:space="preserve">Palume kooskõlastada </w:t>
      </w:r>
      <w:r w:rsidR="00204B5C">
        <w:rPr>
          <w:rFonts w:ascii="Arial" w:eastAsia="Arial" w:hAnsi="Arial" w:cs="Arial"/>
          <w:color w:val="auto"/>
          <w:kern w:val="0"/>
          <w:sz w:val="22"/>
          <w14:ligatures w14:val="none"/>
        </w:rPr>
        <w:t>Eesti</w:t>
      </w: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 xml:space="preserve"> </w:t>
      </w:r>
      <w:r w:rsidR="001E6A10">
        <w:rPr>
          <w:rFonts w:ascii="Arial" w:eastAsia="Arial" w:hAnsi="Arial" w:cs="Arial"/>
          <w:color w:val="auto"/>
          <w:kern w:val="0"/>
          <w:sz w:val="22"/>
          <w14:ligatures w14:val="none"/>
        </w:rPr>
        <w:t>e</w:t>
      </w: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 xml:space="preserve">lektrijaama veevärgi joogivee kontrolli kava </w:t>
      </w:r>
      <w:bookmarkEnd w:id="1"/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aastateks 2026 - 2031.</w:t>
      </w:r>
    </w:p>
    <w:p w14:paraId="6737FFE3" w14:textId="77777777" w:rsidR="005B5207" w:rsidRPr="00F75251" w:rsidRDefault="005B5207" w:rsidP="005B5207">
      <w:pPr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6A608D11" w14:textId="77777777" w:rsidR="005B5207" w:rsidRPr="006E105E" w:rsidRDefault="005B5207" w:rsidP="005B5207">
      <w:pPr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1510C1B6" w14:textId="77777777" w:rsidR="005B5207" w:rsidRPr="006E105E" w:rsidRDefault="005B5207" w:rsidP="005B5207">
      <w:pPr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 xml:space="preserve">Taotleja kontaktandmed: </w:t>
      </w:r>
    </w:p>
    <w:p w14:paraId="3EE4123F" w14:textId="77777777" w:rsidR="005B5207" w:rsidRPr="006E105E" w:rsidRDefault="005B5207" w:rsidP="005B5207">
      <w:pPr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4E9CDE64" w14:textId="77777777" w:rsidR="005B5207" w:rsidRPr="006E105E" w:rsidRDefault="005B5207" w:rsidP="005B5207">
      <w:pPr>
        <w:numPr>
          <w:ilvl w:val="0"/>
          <w:numId w:val="1"/>
        </w:numPr>
        <w:spacing w:before="160" w:after="0" w:line="240" w:lineRule="auto"/>
        <w:ind w:left="714" w:hanging="357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Taotleja nimi (juriidilise isiku nimetus või füüsilise isiku ees- ja perekonnanimi)</w:t>
      </w:r>
    </w:p>
    <w:p w14:paraId="730C848E" w14:textId="2D9B45DD" w:rsidR="005B5207" w:rsidRPr="006E105E" w:rsidRDefault="005B5207" w:rsidP="005B5207">
      <w:pPr>
        <w:spacing w:before="60"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 xml:space="preserve">Enefit Power OÜ </w:t>
      </w:r>
    </w:p>
    <w:p w14:paraId="424640CF" w14:textId="77777777" w:rsidR="005B5207" w:rsidRPr="006E105E" w:rsidRDefault="005B5207" w:rsidP="005B5207">
      <w:pPr>
        <w:numPr>
          <w:ilvl w:val="0"/>
          <w:numId w:val="1"/>
        </w:numPr>
        <w:spacing w:before="160" w:after="0" w:line="240" w:lineRule="auto"/>
        <w:ind w:left="714" w:hanging="357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Taotleja juriidiline aadress/tel/e-mail</w:t>
      </w:r>
    </w:p>
    <w:p w14:paraId="1C311D8B" w14:textId="77777777" w:rsidR="005B5207" w:rsidRPr="006E105E" w:rsidRDefault="005B5207" w:rsidP="005B5207">
      <w:pPr>
        <w:spacing w:before="60"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Ida-Viru maakond, Narva-Jõesuu linn, Auvere küla, Keskterritooriumi/1, 40107</w:t>
      </w:r>
    </w:p>
    <w:p w14:paraId="234716E5" w14:textId="73451289" w:rsidR="005B5207" w:rsidRPr="006E105E" w:rsidRDefault="00204B5C" w:rsidP="005B5207">
      <w:pPr>
        <w:spacing w:before="60"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>
        <w:rPr>
          <w:rFonts w:ascii="Arial" w:eastAsia="Arial" w:hAnsi="Arial" w:cs="Arial"/>
          <w:color w:val="auto"/>
          <w:kern w:val="0"/>
          <w:sz w:val="22"/>
          <w14:ligatures w14:val="none"/>
        </w:rPr>
        <w:t>power@enefit.com</w:t>
      </w:r>
      <w:r w:rsidR="005B5207"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;</w:t>
      </w:r>
    </w:p>
    <w:p w14:paraId="794607E9" w14:textId="77777777" w:rsidR="005B5207" w:rsidRPr="006E105E" w:rsidRDefault="005B5207" w:rsidP="005B5207">
      <w:pPr>
        <w:numPr>
          <w:ilvl w:val="0"/>
          <w:numId w:val="1"/>
        </w:numPr>
        <w:spacing w:before="160" w:after="0" w:line="240" w:lineRule="auto"/>
        <w:ind w:left="714" w:hanging="357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Taotleja või kontaktisiku kontaktandmed</w:t>
      </w:r>
    </w:p>
    <w:p w14:paraId="0EAA62BE" w14:textId="76F0DD88" w:rsidR="005B5207" w:rsidRPr="006E105E" w:rsidRDefault="005B5207" w:rsidP="005B5207">
      <w:pPr>
        <w:spacing w:before="60"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Diana Enkeli, keskkonnaekspert, diana.enkeli@ene</w:t>
      </w:r>
      <w:r>
        <w:rPr>
          <w:rFonts w:ascii="Arial" w:eastAsia="Arial" w:hAnsi="Arial" w:cs="Arial"/>
          <w:color w:val="auto"/>
          <w:kern w:val="0"/>
          <w:sz w:val="22"/>
          <w14:ligatures w14:val="none"/>
        </w:rPr>
        <w:t>fit</w:t>
      </w: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.</w:t>
      </w:r>
      <w:r>
        <w:rPr>
          <w:rFonts w:ascii="Arial" w:eastAsia="Arial" w:hAnsi="Arial" w:cs="Arial"/>
          <w:color w:val="auto"/>
          <w:kern w:val="0"/>
          <w:sz w:val="22"/>
          <w14:ligatures w14:val="none"/>
        </w:rPr>
        <w:t>com</w:t>
      </w: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, +372 5595 3181</w:t>
      </w:r>
    </w:p>
    <w:p w14:paraId="399AD87C" w14:textId="77777777" w:rsidR="005B5207" w:rsidRPr="006E105E" w:rsidRDefault="005B5207" w:rsidP="005B5207">
      <w:pPr>
        <w:numPr>
          <w:ilvl w:val="0"/>
          <w:numId w:val="1"/>
        </w:numPr>
        <w:spacing w:before="160" w:after="0" w:line="240" w:lineRule="auto"/>
        <w:ind w:left="714" w:hanging="357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 xml:space="preserve">Teenuse osutamise aadress  </w:t>
      </w:r>
    </w:p>
    <w:p w14:paraId="046FCF23" w14:textId="77777777" w:rsidR="005B5207" w:rsidRPr="006E105E" w:rsidRDefault="005B5207" w:rsidP="005B5207">
      <w:pPr>
        <w:spacing w:before="60"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>Auvere küla, Narva-Jõesuu linn, Ida-Virumaa</w:t>
      </w:r>
    </w:p>
    <w:p w14:paraId="14524CC4" w14:textId="77777777" w:rsidR="005B5207" w:rsidRDefault="005B5207" w:rsidP="005B5207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14:ligatures w14:val="none"/>
        </w:rPr>
      </w:pPr>
    </w:p>
    <w:p w14:paraId="3457C5C2" w14:textId="77777777" w:rsidR="005B5207" w:rsidRDefault="005B5207" w:rsidP="005B5207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14:ligatures w14:val="none"/>
        </w:rPr>
      </w:pPr>
    </w:p>
    <w:p w14:paraId="264A730D" w14:textId="77777777" w:rsidR="005B5207" w:rsidRPr="0027465B" w:rsidRDefault="005B5207" w:rsidP="005B5207">
      <w:pPr>
        <w:spacing w:after="0" w:line="240" w:lineRule="auto"/>
        <w:jc w:val="left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27465B">
        <w:rPr>
          <w:rFonts w:ascii="Arial" w:eastAsia="Arial" w:hAnsi="Arial" w:cs="Arial"/>
          <w:color w:val="auto"/>
          <w:kern w:val="0"/>
          <w:sz w:val="22"/>
          <w14:ligatures w14:val="none"/>
        </w:rPr>
        <w:t>Lugupidamisega</w:t>
      </w:r>
    </w:p>
    <w:p w14:paraId="112C8FD2" w14:textId="77777777" w:rsidR="005B5207" w:rsidRPr="00F75251" w:rsidRDefault="005B5207" w:rsidP="005B5207">
      <w:pPr>
        <w:tabs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75961373" w14:textId="77777777" w:rsidR="005B5207" w:rsidRPr="00F75251" w:rsidRDefault="005B5207" w:rsidP="005B5207">
      <w:pPr>
        <w:tabs>
          <w:tab w:val="left" w:pos="567"/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F75251">
        <w:rPr>
          <w:rFonts w:ascii="Arial" w:eastAsia="Arial" w:hAnsi="Arial" w:cs="Arial"/>
          <w:color w:val="auto"/>
          <w:kern w:val="0"/>
          <w:sz w:val="22"/>
          <w14:ligatures w14:val="none"/>
        </w:rPr>
        <w:t>(allkirjastatud digitaalselt)</w:t>
      </w:r>
    </w:p>
    <w:p w14:paraId="19750A68" w14:textId="77777777" w:rsidR="005B5207" w:rsidRPr="00F75251" w:rsidRDefault="005B5207" w:rsidP="005B5207">
      <w:pPr>
        <w:tabs>
          <w:tab w:val="left" w:pos="567"/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3A1CF35A" w14:textId="77777777" w:rsidR="005B5207" w:rsidRPr="00F75251" w:rsidRDefault="005B5207" w:rsidP="005B5207">
      <w:pPr>
        <w:tabs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F75251">
        <w:rPr>
          <w:rFonts w:ascii="Arial" w:eastAsia="Arial" w:hAnsi="Arial" w:cs="Arial"/>
          <w:color w:val="auto"/>
          <w:kern w:val="0"/>
          <w:sz w:val="22"/>
          <w14:ligatures w14:val="none"/>
        </w:rPr>
        <w:t>Aleksandr Jefremov</w:t>
      </w:r>
    </w:p>
    <w:p w14:paraId="03B086AF" w14:textId="1514BBF9" w:rsidR="005B5207" w:rsidRPr="00F75251" w:rsidRDefault="000762E2" w:rsidP="005B5207">
      <w:pPr>
        <w:spacing w:after="0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>
        <w:rPr>
          <w:rFonts w:ascii="Arial" w:eastAsia="Arial" w:hAnsi="Arial" w:cs="Arial"/>
          <w:color w:val="auto"/>
          <w:kern w:val="0"/>
          <w:sz w:val="22"/>
          <w14:ligatures w14:val="none"/>
        </w:rPr>
        <w:t>j</w:t>
      </w:r>
      <w:r w:rsidR="005B5207" w:rsidRPr="00F75251">
        <w:rPr>
          <w:rFonts w:ascii="Arial" w:eastAsia="Arial" w:hAnsi="Arial" w:cs="Arial"/>
          <w:color w:val="auto"/>
          <w:kern w:val="0"/>
          <w:sz w:val="22"/>
          <w14:ligatures w14:val="none"/>
        </w:rPr>
        <w:t>uhatuse liige</w:t>
      </w:r>
    </w:p>
    <w:p w14:paraId="262BA9E3" w14:textId="77777777" w:rsidR="005B5207" w:rsidRDefault="005B5207" w:rsidP="005B5207">
      <w:pPr>
        <w:spacing w:after="0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742139C9" w14:textId="77777777" w:rsidR="005B5207" w:rsidRDefault="005B5207" w:rsidP="005B5207">
      <w:pPr>
        <w:spacing w:after="0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39B2C96F" w14:textId="77777777" w:rsidR="005B5207" w:rsidRPr="00F75251" w:rsidRDefault="005B5207" w:rsidP="005B5207">
      <w:pPr>
        <w:spacing w:after="0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1AE67314" w14:textId="77777777" w:rsidR="005B5207" w:rsidRPr="00F75251" w:rsidRDefault="005B5207" w:rsidP="005B5207">
      <w:pPr>
        <w:spacing w:after="0" w:line="240" w:lineRule="auto"/>
        <w:jc w:val="left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6E105E">
        <w:rPr>
          <w:rFonts w:ascii="Arial" w:eastAsia="Arial" w:hAnsi="Arial" w:cs="Arial"/>
          <w:color w:val="auto"/>
          <w:kern w:val="0"/>
          <w:sz w:val="22"/>
          <w14:ligatures w14:val="none"/>
        </w:rPr>
        <w:t xml:space="preserve">Lisa:  Ühisveevärgi joogivee kontrolli kava aastateks 2026 - 2031 – </w:t>
      </w:r>
      <w:r>
        <w:rPr>
          <w:rFonts w:ascii="Arial" w:eastAsia="Arial" w:hAnsi="Arial" w:cs="Arial"/>
          <w:color w:val="auto"/>
          <w:kern w:val="0"/>
          <w:sz w:val="22"/>
          <w14:ligatures w14:val="none"/>
        </w:rPr>
        <w:t>2 lk</w:t>
      </w:r>
    </w:p>
    <w:p w14:paraId="15D9923F" w14:textId="77777777" w:rsidR="005B5207" w:rsidRPr="00F75251" w:rsidRDefault="005B5207" w:rsidP="005B5207">
      <w:pPr>
        <w:spacing w:after="0" w:line="240" w:lineRule="auto"/>
        <w:jc w:val="left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56CC3568" w14:textId="77777777" w:rsidR="005B5207" w:rsidRDefault="005B5207" w:rsidP="005B5207">
      <w:pPr>
        <w:spacing w:after="0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7329AB4C" w14:textId="77777777" w:rsidR="005B5207" w:rsidRDefault="005B5207" w:rsidP="005B5207">
      <w:pPr>
        <w:spacing w:after="0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209D7E9E" w14:textId="77777777" w:rsidR="005B5207" w:rsidRDefault="005B5207" w:rsidP="005B5207">
      <w:pPr>
        <w:spacing w:after="0"/>
        <w:rPr>
          <w:rFonts w:ascii="Arial" w:eastAsia="Arial" w:hAnsi="Arial" w:cs="Arial"/>
          <w:color w:val="auto"/>
          <w:kern w:val="0"/>
          <w:sz w:val="22"/>
          <w14:ligatures w14:val="none"/>
        </w:rPr>
      </w:pPr>
    </w:p>
    <w:p w14:paraId="550F3E8D" w14:textId="77777777" w:rsidR="005B5207" w:rsidRPr="00F75251" w:rsidRDefault="005B5207" w:rsidP="005B5207">
      <w:pPr>
        <w:spacing w:after="0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r w:rsidRPr="00F75251">
        <w:rPr>
          <w:rFonts w:ascii="Arial" w:eastAsia="Arial" w:hAnsi="Arial" w:cs="Arial"/>
          <w:color w:val="auto"/>
          <w:kern w:val="0"/>
          <w:sz w:val="22"/>
          <w14:ligatures w14:val="none"/>
        </w:rPr>
        <w:t>Diana Enkeli</w:t>
      </w:r>
      <w:r>
        <w:rPr>
          <w:rFonts w:ascii="Arial" w:eastAsia="Arial" w:hAnsi="Arial" w:cs="Arial"/>
          <w:color w:val="auto"/>
          <w:kern w:val="0"/>
          <w:sz w:val="22"/>
          <w14:ligatures w14:val="none"/>
        </w:rPr>
        <w:t xml:space="preserve"> </w:t>
      </w:r>
      <w:r w:rsidRPr="00F75251">
        <w:rPr>
          <w:rFonts w:ascii="Arial" w:eastAsia="Arial" w:hAnsi="Arial" w:cs="Arial"/>
          <w:color w:val="auto"/>
          <w:kern w:val="0"/>
          <w:sz w:val="22"/>
          <w14:ligatures w14:val="none"/>
        </w:rPr>
        <w:t>+372 5595</w:t>
      </w:r>
      <w:r>
        <w:rPr>
          <w:rFonts w:ascii="Arial" w:eastAsia="Arial" w:hAnsi="Arial" w:cs="Arial"/>
          <w:color w:val="auto"/>
          <w:kern w:val="0"/>
          <w:sz w:val="22"/>
          <w14:ligatures w14:val="none"/>
        </w:rPr>
        <w:t xml:space="preserve"> </w:t>
      </w:r>
      <w:r w:rsidRPr="00F75251">
        <w:rPr>
          <w:rFonts w:ascii="Arial" w:eastAsia="Arial" w:hAnsi="Arial" w:cs="Arial"/>
          <w:color w:val="auto"/>
          <w:kern w:val="0"/>
          <w:sz w:val="22"/>
          <w14:ligatures w14:val="none"/>
        </w:rPr>
        <w:t>3181</w:t>
      </w:r>
    </w:p>
    <w:p w14:paraId="44DF882E" w14:textId="77777777" w:rsidR="005B5207" w:rsidRPr="00F75251" w:rsidRDefault="005B5207" w:rsidP="005B5207">
      <w:pPr>
        <w:spacing w:after="0" w:line="240" w:lineRule="auto"/>
        <w:rPr>
          <w:rFonts w:ascii="Arial" w:eastAsia="Arial" w:hAnsi="Arial" w:cs="Arial"/>
          <w:color w:val="auto"/>
          <w:kern w:val="0"/>
          <w:sz w:val="22"/>
          <w14:ligatures w14:val="none"/>
        </w:rPr>
      </w:pPr>
      <w:hyperlink r:id="rId11" w:history="1">
        <w:r w:rsidRPr="00AB3947">
          <w:rPr>
            <w:rStyle w:val="Hyperlink"/>
            <w:rFonts w:eastAsia="Arial"/>
            <w:kern w:val="0"/>
            <w:sz w:val="22"/>
            <w14:ligatures w14:val="none"/>
          </w:rPr>
          <w:t>diana.enkeli@enefit.com</w:t>
        </w:r>
      </w:hyperlink>
    </w:p>
    <w:bookmarkEnd w:id="0"/>
    <w:p w14:paraId="32EAC4B0" w14:textId="77777777" w:rsidR="00E55BC5" w:rsidRDefault="00E55BC5" w:rsidP="00E55BC5">
      <w:pPr>
        <w:tabs>
          <w:tab w:val="left" w:pos="5103"/>
        </w:tabs>
        <w:spacing w:after="0"/>
        <w:rPr>
          <w:rFonts w:ascii="Arial" w:eastAsia="Arial" w:hAnsi="Arial" w:cs="Arial"/>
          <w:color w:val="auto"/>
          <w:kern w:val="0"/>
          <w:sz w:val="22"/>
          <w:lang w:val="cs-CZ"/>
          <w14:ligatures w14:val="none"/>
        </w:rPr>
      </w:pPr>
    </w:p>
    <w:sectPr w:rsidR="00E55BC5" w:rsidSect="008C7BE1">
      <w:footerReference w:type="default" r:id="rId12"/>
      <w:headerReference w:type="first" r:id="rId13"/>
      <w:footerReference w:type="first" r:id="rId14"/>
      <w:pgSz w:w="11906" w:h="16838"/>
      <w:pgMar w:top="1950" w:right="851" w:bottom="170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9DB60" w14:textId="77777777" w:rsidR="007E549D" w:rsidRDefault="007E549D" w:rsidP="00984DF6">
      <w:pPr>
        <w:spacing w:after="0" w:line="240" w:lineRule="auto"/>
      </w:pPr>
      <w:r>
        <w:separator/>
      </w:r>
    </w:p>
  </w:endnote>
  <w:endnote w:type="continuationSeparator" w:id="0">
    <w:p w14:paraId="269D7B8C" w14:textId="77777777" w:rsidR="007E549D" w:rsidRDefault="007E549D" w:rsidP="00984DF6">
      <w:pPr>
        <w:spacing w:after="0" w:line="240" w:lineRule="auto"/>
      </w:pPr>
      <w:r>
        <w:continuationSeparator/>
      </w:r>
    </w:p>
  </w:endnote>
  <w:endnote w:type="continuationNotice" w:id="1">
    <w:p w14:paraId="51F48E86" w14:textId="77777777" w:rsidR="007E549D" w:rsidRDefault="007E54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3347457"/>
      <w:docPartObj>
        <w:docPartGallery w:val="Page Numbers (Bottom of Page)"/>
        <w:docPartUnique/>
      </w:docPartObj>
    </w:sdtPr>
    <w:sdtEndPr>
      <w:rPr>
        <w:noProof/>
        <w:color w:val="2B2E36" w:themeColor="text1"/>
        <w:sz w:val="16"/>
        <w:szCs w:val="16"/>
      </w:rPr>
    </w:sdtEndPr>
    <w:sdtContent>
      <w:p w14:paraId="5D28C6CD" w14:textId="77777777" w:rsidR="005C606C" w:rsidRPr="00B35BE2" w:rsidRDefault="005C606C">
        <w:pPr>
          <w:pStyle w:val="Footer"/>
          <w:jc w:val="center"/>
          <w:rPr>
            <w:color w:val="2B2E36" w:themeColor="text1"/>
            <w:sz w:val="16"/>
            <w:szCs w:val="16"/>
          </w:rPr>
        </w:pPr>
        <w:r w:rsidRPr="00B35BE2">
          <w:rPr>
            <w:color w:val="2B2E36" w:themeColor="text1"/>
            <w:sz w:val="16"/>
            <w:szCs w:val="16"/>
          </w:rPr>
          <w:fldChar w:fldCharType="begin"/>
        </w:r>
        <w:r w:rsidRPr="00B35BE2">
          <w:rPr>
            <w:color w:val="2B2E36" w:themeColor="text1"/>
            <w:sz w:val="16"/>
            <w:szCs w:val="16"/>
          </w:rPr>
          <w:instrText xml:space="preserve"> PAGE   \* MERGEFORMAT </w:instrText>
        </w:r>
        <w:r w:rsidRPr="00B35BE2">
          <w:rPr>
            <w:color w:val="2B2E36" w:themeColor="text1"/>
            <w:sz w:val="16"/>
            <w:szCs w:val="16"/>
          </w:rPr>
          <w:fldChar w:fldCharType="separate"/>
        </w:r>
        <w:r w:rsidRPr="00B35BE2">
          <w:rPr>
            <w:noProof/>
            <w:color w:val="2B2E36" w:themeColor="text1"/>
            <w:sz w:val="16"/>
            <w:szCs w:val="16"/>
          </w:rPr>
          <w:t>2</w:t>
        </w:r>
        <w:r w:rsidRPr="00B35BE2">
          <w:rPr>
            <w:noProof/>
            <w:color w:val="2B2E36" w:themeColor="text1"/>
            <w:sz w:val="16"/>
            <w:szCs w:val="16"/>
          </w:rPr>
          <w:fldChar w:fldCharType="end"/>
        </w:r>
      </w:p>
    </w:sdtContent>
  </w:sdt>
  <w:p w14:paraId="005F821D" w14:textId="77777777" w:rsidR="00E10E84" w:rsidRDefault="00E1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B37E8" w14:textId="77777777" w:rsidR="005D1ED4" w:rsidRDefault="00F43A1E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79F84F5" wp14:editId="4DBC91F4">
              <wp:simplePos x="0" y="0"/>
              <wp:positionH relativeFrom="margin">
                <wp:posOffset>-5715</wp:posOffset>
              </wp:positionH>
              <wp:positionV relativeFrom="paragraph">
                <wp:posOffset>-321310</wp:posOffset>
              </wp:positionV>
              <wp:extent cx="6073140" cy="510540"/>
              <wp:effectExtent l="0" t="0" r="381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3140" cy="5105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253"/>
                            <w:gridCol w:w="2410"/>
                            <w:gridCol w:w="2835"/>
                          </w:tblGrid>
                          <w:tr w:rsidR="00A76A9F" w14:paraId="67294D9A" w14:textId="77777777" w:rsidTr="00B946CF">
                            <w:tc>
                              <w:tcPr>
                                <w:tcW w:w="425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382D82" w14:textId="77777777" w:rsidR="00A76A9F" w:rsidRPr="00767D25" w:rsidRDefault="00142DE1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142DE1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Enefit Power </w:t>
                                </w:r>
                                <w:r w:rsidR="0014106E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>OÜ</w:t>
                                </w:r>
                                <w:r w:rsidR="00A76A9F"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2579A0" w:rsidRPr="002579A0">
                                  <w:rPr>
                                    <w:color w:val="2B2E36" w:themeColor="text1"/>
                                  </w:rPr>
                                  <w:t>Auvere, Narva-Jõesuu, 40107 Ida-Virumaa</w:t>
                                </w:r>
                              </w:p>
                            </w:tc>
                            <w:tc>
                              <w:tcPr>
                                <w:tcW w:w="241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436B555" w14:textId="77777777" w:rsidR="00A76A9F" w:rsidRPr="00767D25" w:rsidRDefault="00603DB0" w:rsidP="00C66001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EF7644">
                                  <w:rPr>
                                    <w:color w:val="2B2E36" w:themeColor="text1"/>
                                  </w:rPr>
                                  <w:t>Reg.</w:t>
                                </w:r>
                                <w:r w:rsidR="007C735F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kood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8C7BE1" w:rsidRPr="008C7BE1">
                                  <w:rPr>
                                    <w:color w:val="2B2E36" w:themeColor="text1"/>
                                  </w:rPr>
                                  <w:t>17209649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>Tel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efon:</w:t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 xml:space="preserve"> +372 </w:t>
                                </w:r>
                                <w:r w:rsidR="00691FD0" w:rsidRPr="00691FD0">
                                  <w:rPr>
                                    <w:color w:val="2B2E36" w:themeColor="text1"/>
                                  </w:rPr>
                                  <w:t>466 7222</w:t>
                                </w:r>
                              </w:p>
                            </w:tc>
                            <w:tc>
                              <w:tcPr>
                                <w:tcW w:w="2835" w:type="dxa"/>
                              </w:tcPr>
                              <w:p w14:paraId="01D7674F" w14:textId="77777777" w:rsidR="001D6FC4" w:rsidRPr="008C1BF2" w:rsidRDefault="004E1266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>
                                  <w:rPr>
                                    <w:color w:val="2B2E36" w:themeColor="text1"/>
                                  </w:rPr>
                                  <w:t>E-</w:t>
                                </w:r>
                                <w:r w:rsidR="009F1221">
                                  <w:rPr>
                                    <w:color w:val="2B2E36" w:themeColor="text1"/>
                                  </w:rPr>
                                  <w:t>post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="008208B9">
                                  <w:t xml:space="preserve"> </w:t>
                                </w:r>
                                <w:r w:rsidR="008208B9" w:rsidRPr="008208B9">
                                  <w:t>power@enefit.com</w:t>
                                </w:r>
                                <w:r w:rsidR="008208B9" w:rsidRPr="008208B9">
                                  <w:rPr>
                                    <w:lang w:val="it-IT"/>
                                  </w:rPr>
                                  <w:t xml:space="preserve">  </w:t>
                                </w:r>
                                <w:r w:rsidR="008C1BF2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  <w:p w14:paraId="3FA2E49E" w14:textId="77777777" w:rsidR="00A76A9F" w:rsidRPr="00C66001" w:rsidRDefault="008C1BF2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hyperlink r:id="rId1" w:history="1">
                                  <w:r w:rsidRPr="008C1BF2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www.enefit.com</w:t>
                                  </w:r>
                                </w:hyperlink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3692F360" w14:textId="77777777" w:rsidR="005D1ED4" w:rsidRDefault="005D1ED4" w:rsidP="00776F0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9F84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45pt;margin-top:-25.3pt;width:478.2pt;height:40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" filled="f" stroked="f">
              <v:textbox inset="0,0,0,1mm">
                <w:txbxContent>
                  <w:tbl>
                    <w:tblPr>
                      <w:tblStyle w:val="TableGrid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253"/>
                      <w:gridCol w:w="2410"/>
                      <w:gridCol w:w="2835"/>
                    </w:tblGrid>
                    <w:tr w:rsidR="00A76A9F" w14:paraId="67294D9A" w14:textId="77777777" w:rsidTr="00B946CF">
                      <w:tc>
                        <w:tcPr>
                          <w:tcW w:w="425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6382D82" w14:textId="77777777" w:rsidR="00A76A9F" w:rsidRPr="00767D25" w:rsidRDefault="00142DE1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142DE1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Enefit Power </w:t>
                          </w:r>
                          <w:r w:rsidR="0014106E">
                            <w:rPr>
                              <w:b/>
                              <w:bCs/>
                              <w:color w:val="2B2E36" w:themeColor="text1"/>
                            </w:rPr>
                            <w:t>OÜ</w:t>
                          </w:r>
                          <w:r w:rsidR="00A76A9F">
                            <w:rPr>
                              <w:color w:val="2B2E36" w:themeColor="text1"/>
                            </w:rPr>
                            <w:br/>
                          </w:r>
                          <w:r w:rsidR="002579A0" w:rsidRPr="002579A0">
                            <w:rPr>
                              <w:color w:val="2B2E36" w:themeColor="text1"/>
                            </w:rPr>
                            <w:t>Auvere, Narva-Jõesuu, 40107 Ida-Virumaa</w:t>
                          </w:r>
                        </w:p>
                      </w:tc>
                      <w:tc>
                        <w:tcPr>
                          <w:tcW w:w="241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436B555" w14:textId="77777777" w:rsidR="00A76A9F" w:rsidRPr="00767D25" w:rsidRDefault="00603DB0" w:rsidP="00C66001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EF7644">
                            <w:rPr>
                              <w:color w:val="2B2E36" w:themeColor="text1"/>
                            </w:rPr>
                            <w:t>Reg.</w:t>
                          </w:r>
                          <w:r w:rsidR="007C735F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Pr="00EF7644">
                            <w:rPr>
                              <w:color w:val="2B2E36" w:themeColor="text1"/>
                            </w:rPr>
                            <w:t>kood</w:t>
                          </w:r>
                          <w:r w:rsidR="004E1266">
                            <w:rPr>
                              <w:color w:val="2B2E36" w:themeColor="text1"/>
                            </w:rPr>
                            <w:t>:</w:t>
                          </w:r>
                          <w:r w:rsidRPr="00EF7644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8C7BE1" w:rsidRPr="008C7BE1">
                            <w:rPr>
                              <w:color w:val="2B2E36" w:themeColor="text1"/>
                            </w:rPr>
                            <w:t>17209649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>Tel</w:t>
                          </w:r>
                          <w:r w:rsidR="004E1266">
                            <w:rPr>
                              <w:color w:val="2B2E36" w:themeColor="text1"/>
                            </w:rPr>
                            <w:t>efon:</w:t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 xml:space="preserve"> +372 </w:t>
                          </w:r>
                          <w:r w:rsidR="00691FD0" w:rsidRPr="00691FD0">
                            <w:rPr>
                              <w:color w:val="2B2E36" w:themeColor="text1"/>
                            </w:rPr>
                            <w:t>466 7222</w:t>
                          </w:r>
                        </w:p>
                      </w:tc>
                      <w:tc>
                        <w:tcPr>
                          <w:tcW w:w="2835" w:type="dxa"/>
                        </w:tcPr>
                        <w:p w14:paraId="01D7674F" w14:textId="77777777" w:rsidR="001D6FC4" w:rsidRPr="008C1BF2" w:rsidRDefault="004E1266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>
                            <w:rPr>
                              <w:color w:val="2B2E36" w:themeColor="text1"/>
                            </w:rPr>
                            <w:t>E-</w:t>
                          </w:r>
                          <w:r w:rsidR="009F1221">
                            <w:rPr>
                              <w:color w:val="2B2E36" w:themeColor="text1"/>
                            </w:rPr>
                            <w:t>post</w:t>
                          </w:r>
                          <w:r>
                            <w:rPr>
                              <w:color w:val="2B2E36" w:themeColor="text1"/>
                            </w:rPr>
                            <w:t>:</w:t>
                          </w:r>
                          <w:r w:rsidR="008208B9">
                            <w:t xml:space="preserve"> </w:t>
                          </w:r>
                          <w:r w:rsidR="008208B9" w:rsidRPr="008208B9">
                            <w:t>power@enefit.com</w:t>
                          </w:r>
                          <w:r w:rsidR="008208B9" w:rsidRPr="008208B9">
                            <w:rPr>
                              <w:lang w:val="it-IT"/>
                            </w:rPr>
                            <w:t xml:space="preserve">  </w:t>
                          </w:r>
                          <w:r w:rsidR="008C1BF2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  <w:p w14:paraId="3FA2E49E" w14:textId="77777777" w:rsidR="00A76A9F" w:rsidRPr="00C66001" w:rsidRDefault="008C1BF2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hyperlink r:id="rId2" w:history="1">
                            <w:r w:rsidRPr="008C1BF2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www.enefit.com</w:t>
                            </w:r>
                          </w:hyperlink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3692F360" w14:textId="77777777" w:rsidR="005D1ED4" w:rsidRDefault="005D1ED4" w:rsidP="00776F03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3A763" w14:textId="77777777" w:rsidR="007E549D" w:rsidRDefault="007E549D" w:rsidP="00984DF6">
      <w:pPr>
        <w:spacing w:after="0" w:line="240" w:lineRule="auto"/>
      </w:pPr>
      <w:r>
        <w:separator/>
      </w:r>
    </w:p>
  </w:footnote>
  <w:footnote w:type="continuationSeparator" w:id="0">
    <w:p w14:paraId="6F10572E" w14:textId="77777777" w:rsidR="007E549D" w:rsidRDefault="007E549D" w:rsidP="00984DF6">
      <w:pPr>
        <w:spacing w:after="0" w:line="240" w:lineRule="auto"/>
      </w:pPr>
      <w:r>
        <w:continuationSeparator/>
      </w:r>
    </w:p>
  </w:footnote>
  <w:footnote w:type="continuationNotice" w:id="1">
    <w:p w14:paraId="1253E58E" w14:textId="77777777" w:rsidR="007E549D" w:rsidRDefault="007E54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54910" w14:textId="77777777" w:rsidR="0071068A" w:rsidRDefault="003A2C87">
    <w:pPr>
      <w:pStyle w:val="Header"/>
    </w:pPr>
    <w:r w:rsidRPr="00355C94">
      <w:rPr>
        <w:noProof/>
      </w:rPr>
      <w:drawing>
        <wp:anchor distT="0" distB="0" distL="114300" distR="114300" simplePos="0" relativeHeight="251668480" behindDoc="0" locked="0" layoutInCell="1" allowOverlap="1" wp14:anchorId="5B18F856" wp14:editId="67FBF2D3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800000" cy="396000"/>
          <wp:effectExtent l="0" t="0" r="0" b="4445"/>
          <wp:wrapNone/>
          <wp:docPr id="7" name="Graphic 6">
            <a:extLst xmlns:a="http://schemas.openxmlformats.org/drawingml/2006/main">
              <a:ext uri="{FF2B5EF4-FFF2-40B4-BE49-F238E27FC236}">
                <a16:creationId xmlns:a16="http://schemas.microsoft.com/office/drawing/2014/main" id="{79158F66-50B4-B769-2EA3-20A39009F2A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6">
                    <a:extLst>
                      <a:ext uri="{FF2B5EF4-FFF2-40B4-BE49-F238E27FC236}">
                        <a16:creationId xmlns:a16="http://schemas.microsoft.com/office/drawing/2014/main" id="{79158F66-50B4-B769-2EA3-20A39009F2A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4169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285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07"/>
    <w:rsid w:val="00014B52"/>
    <w:rsid w:val="000152B1"/>
    <w:rsid w:val="00050430"/>
    <w:rsid w:val="000762E2"/>
    <w:rsid w:val="000D46BD"/>
    <w:rsid w:val="000E3BA1"/>
    <w:rsid w:val="000F4013"/>
    <w:rsid w:val="00126FF6"/>
    <w:rsid w:val="0014106E"/>
    <w:rsid w:val="00142DE1"/>
    <w:rsid w:val="00143CAD"/>
    <w:rsid w:val="00164AD1"/>
    <w:rsid w:val="001660CB"/>
    <w:rsid w:val="0017610B"/>
    <w:rsid w:val="00190439"/>
    <w:rsid w:val="001A600D"/>
    <w:rsid w:val="001D14D3"/>
    <w:rsid w:val="001D6FC4"/>
    <w:rsid w:val="001E6A10"/>
    <w:rsid w:val="00201007"/>
    <w:rsid w:val="00203975"/>
    <w:rsid w:val="00203C7D"/>
    <w:rsid w:val="00204B5C"/>
    <w:rsid w:val="002525FD"/>
    <w:rsid w:val="002579A0"/>
    <w:rsid w:val="0028378B"/>
    <w:rsid w:val="00285902"/>
    <w:rsid w:val="0029342C"/>
    <w:rsid w:val="00294A16"/>
    <w:rsid w:val="00294A1B"/>
    <w:rsid w:val="00294C02"/>
    <w:rsid w:val="002A120E"/>
    <w:rsid w:val="002A3EA8"/>
    <w:rsid w:val="002A5F4D"/>
    <w:rsid w:val="002D4DB2"/>
    <w:rsid w:val="002D5AEB"/>
    <w:rsid w:val="002E62D0"/>
    <w:rsid w:val="002F7970"/>
    <w:rsid w:val="002F7D6E"/>
    <w:rsid w:val="003109E3"/>
    <w:rsid w:val="00316FC8"/>
    <w:rsid w:val="00386A58"/>
    <w:rsid w:val="003A2C87"/>
    <w:rsid w:val="003A5640"/>
    <w:rsid w:val="003B0FC2"/>
    <w:rsid w:val="00404635"/>
    <w:rsid w:val="004268FF"/>
    <w:rsid w:val="00445335"/>
    <w:rsid w:val="00466501"/>
    <w:rsid w:val="004A0D26"/>
    <w:rsid w:val="004C20DE"/>
    <w:rsid w:val="004C50F5"/>
    <w:rsid w:val="004E1266"/>
    <w:rsid w:val="004E32DD"/>
    <w:rsid w:val="00504D26"/>
    <w:rsid w:val="00514A94"/>
    <w:rsid w:val="00521319"/>
    <w:rsid w:val="0054781C"/>
    <w:rsid w:val="005623E5"/>
    <w:rsid w:val="005A1605"/>
    <w:rsid w:val="005A5BF8"/>
    <w:rsid w:val="005B5207"/>
    <w:rsid w:val="005B6C30"/>
    <w:rsid w:val="005C0E7E"/>
    <w:rsid w:val="005C606C"/>
    <w:rsid w:val="005D1ED4"/>
    <w:rsid w:val="005F0F27"/>
    <w:rsid w:val="00603DB0"/>
    <w:rsid w:val="006265A1"/>
    <w:rsid w:val="00637371"/>
    <w:rsid w:val="00652BB7"/>
    <w:rsid w:val="00654853"/>
    <w:rsid w:val="006745F2"/>
    <w:rsid w:val="006754A2"/>
    <w:rsid w:val="00691208"/>
    <w:rsid w:val="00691FD0"/>
    <w:rsid w:val="006F0F8C"/>
    <w:rsid w:val="006F1BEF"/>
    <w:rsid w:val="007002D0"/>
    <w:rsid w:val="00701A3E"/>
    <w:rsid w:val="0071068A"/>
    <w:rsid w:val="0072045E"/>
    <w:rsid w:val="00733149"/>
    <w:rsid w:val="00763A28"/>
    <w:rsid w:val="00767D25"/>
    <w:rsid w:val="00776F03"/>
    <w:rsid w:val="00785CEF"/>
    <w:rsid w:val="00785EF3"/>
    <w:rsid w:val="007949E1"/>
    <w:rsid w:val="00797924"/>
    <w:rsid w:val="00797C21"/>
    <w:rsid w:val="007A001A"/>
    <w:rsid w:val="007A5217"/>
    <w:rsid w:val="007C735F"/>
    <w:rsid w:val="007D44D3"/>
    <w:rsid w:val="007E549D"/>
    <w:rsid w:val="007E5D90"/>
    <w:rsid w:val="007E69D5"/>
    <w:rsid w:val="007F1146"/>
    <w:rsid w:val="007F594E"/>
    <w:rsid w:val="008115C2"/>
    <w:rsid w:val="0081334A"/>
    <w:rsid w:val="008208B9"/>
    <w:rsid w:val="008315B4"/>
    <w:rsid w:val="00837480"/>
    <w:rsid w:val="00860AE8"/>
    <w:rsid w:val="0086681F"/>
    <w:rsid w:val="00870125"/>
    <w:rsid w:val="00883A57"/>
    <w:rsid w:val="00884A22"/>
    <w:rsid w:val="008C1BF2"/>
    <w:rsid w:val="008C7BE1"/>
    <w:rsid w:val="008F5614"/>
    <w:rsid w:val="0091053B"/>
    <w:rsid w:val="00915CCE"/>
    <w:rsid w:val="00922B40"/>
    <w:rsid w:val="00984DF6"/>
    <w:rsid w:val="009A59B5"/>
    <w:rsid w:val="009B52FF"/>
    <w:rsid w:val="009C6865"/>
    <w:rsid w:val="009E7001"/>
    <w:rsid w:val="009F1221"/>
    <w:rsid w:val="00A76A9F"/>
    <w:rsid w:val="00A8597A"/>
    <w:rsid w:val="00AD4C66"/>
    <w:rsid w:val="00AE552D"/>
    <w:rsid w:val="00AE7DAF"/>
    <w:rsid w:val="00B03DEC"/>
    <w:rsid w:val="00B06D9C"/>
    <w:rsid w:val="00B07B87"/>
    <w:rsid w:val="00B26818"/>
    <w:rsid w:val="00B35BE2"/>
    <w:rsid w:val="00B84E81"/>
    <w:rsid w:val="00B94507"/>
    <w:rsid w:val="00B946CF"/>
    <w:rsid w:val="00BD070D"/>
    <w:rsid w:val="00BD621F"/>
    <w:rsid w:val="00BF4EF4"/>
    <w:rsid w:val="00BF5B9D"/>
    <w:rsid w:val="00BF6821"/>
    <w:rsid w:val="00BF7BF9"/>
    <w:rsid w:val="00C07377"/>
    <w:rsid w:val="00C31580"/>
    <w:rsid w:val="00C66001"/>
    <w:rsid w:val="00C724D4"/>
    <w:rsid w:val="00CC0D40"/>
    <w:rsid w:val="00CD7193"/>
    <w:rsid w:val="00CD7C35"/>
    <w:rsid w:val="00CE161B"/>
    <w:rsid w:val="00D22C45"/>
    <w:rsid w:val="00D278D2"/>
    <w:rsid w:val="00D30553"/>
    <w:rsid w:val="00D438BE"/>
    <w:rsid w:val="00D623DC"/>
    <w:rsid w:val="00D63C6B"/>
    <w:rsid w:val="00D71075"/>
    <w:rsid w:val="00D716CA"/>
    <w:rsid w:val="00D808B3"/>
    <w:rsid w:val="00D979BD"/>
    <w:rsid w:val="00DD0E96"/>
    <w:rsid w:val="00E021C5"/>
    <w:rsid w:val="00E10E84"/>
    <w:rsid w:val="00E1569F"/>
    <w:rsid w:val="00E55BC5"/>
    <w:rsid w:val="00E60065"/>
    <w:rsid w:val="00E659D1"/>
    <w:rsid w:val="00EB28DF"/>
    <w:rsid w:val="00EC2508"/>
    <w:rsid w:val="00EC4302"/>
    <w:rsid w:val="00ED332D"/>
    <w:rsid w:val="00ED7FDC"/>
    <w:rsid w:val="00EE35B5"/>
    <w:rsid w:val="00EF7644"/>
    <w:rsid w:val="00F112CF"/>
    <w:rsid w:val="00F179F0"/>
    <w:rsid w:val="00F43A1E"/>
    <w:rsid w:val="00F51234"/>
    <w:rsid w:val="00F7250D"/>
    <w:rsid w:val="00F74BBC"/>
    <w:rsid w:val="00F92DEE"/>
    <w:rsid w:val="00FB357F"/>
    <w:rsid w:val="00FC5440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4AEDCA"/>
  <w15:chartTrackingRefBased/>
  <w15:docId w15:val="{4CC2CBC7-44F4-44E2-9A63-F42196CC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207"/>
    <w:pPr>
      <w:spacing w:after="360" w:line="276" w:lineRule="auto"/>
      <w:jc w:val="both"/>
    </w:pPr>
    <w:rPr>
      <w:color w:val="2B2E3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iana.enkeli@enefit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nna.kalinina@tervise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fit.com" TargetMode="External"/><Relationship Id="rId1" Type="http://schemas.openxmlformats.org/officeDocument/2006/relationships/hyperlink" Target="http://www.enefi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nergiaee.sharepoint.com/sites/EnefitMedia/Office%20Template%20Library/Word%20templates/Enefit%20Power/enefit_power%20O&#220;_est_algatuskiri.dotx" TargetMode="External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FF063431CC34898926DC791327598" ma:contentTypeVersion="4" ma:contentTypeDescription="Loo uus dokument" ma:contentTypeScope="" ma:versionID="dcf32f90badbd1ae528f09d63df403ff">
  <xsd:schema xmlns:xsd="http://www.w3.org/2001/XMLSchema" xmlns:xs="http://www.w3.org/2001/XMLSchema" xmlns:p="http://schemas.microsoft.com/office/2006/metadata/properties" xmlns:ns2="0ecc2a4f-338a-4785-ad29-4d1d96d4438a" targetNamespace="http://schemas.microsoft.com/office/2006/metadata/properties" ma:root="true" ma:fieldsID="c2b9bfe4c779a2bbc066429125b6347a" ns2:_="">
    <xsd:import namespace="0ecc2a4f-338a-4785-ad29-4d1d96d44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c2a4f-338a-4785-ad29-4d1d96d44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487811-8BF0-4813-BB67-E9F504A1F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cc2a4f-338a-4785-ad29-4d1d96d44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enefit_power%20OÜ_est_algatuskiri.dotx</Template>
  <TotalTime>13</TotalTime>
  <Pages>1</Pages>
  <Words>144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Laks-Suško</dc:creator>
  <cp:keywords/>
  <dc:description/>
  <cp:lastModifiedBy>Riina Laks-Suško</cp:lastModifiedBy>
  <cp:revision>4</cp:revision>
  <dcterms:created xsi:type="dcterms:W3CDTF">2026-01-26T14:24:00Z</dcterms:created>
  <dcterms:modified xsi:type="dcterms:W3CDTF">2026-01-27T07:59:00Z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0x0101001BAFF063431CC34898926DC791327598</vt:lpwstr>
  </property>
  <property fmtid="{D5CDD505-2E9C-101B-9397-08002B2CF9AE}" pid="3" name="MediaServiceImageTags">
    <vt:lpwstr/>
  </property>
</Properties>
</file>